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F6" w:rsidRPr="008C100E" w:rsidRDefault="004826F6" w:rsidP="008C100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59.55pt;width:54pt;height:63.2pt;z-index:251658240">
            <v:imagedata r:id="rId6" o:title=""/>
          </v:shape>
        </w:pict>
      </w:r>
      <w:r w:rsidRPr="00161E78">
        <w:rPr>
          <w:rFonts w:ascii="Times New Roman" w:hAnsi="Times New Roman" w:cs="Times New Roman"/>
          <w:b/>
          <w:bCs/>
          <w:sz w:val="36"/>
          <w:szCs w:val="36"/>
        </w:rPr>
        <w:t>СОВЕТ</w:t>
      </w:r>
    </w:p>
    <w:p w:rsidR="004826F6" w:rsidRPr="00161E78" w:rsidRDefault="004826F6" w:rsidP="008C1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4826F6" w:rsidRPr="008C100E" w:rsidRDefault="004826F6" w:rsidP="008C1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4826F6" w:rsidRDefault="004826F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26F6" w:rsidRPr="00161E78" w:rsidRDefault="004826F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4826F6" w:rsidRDefault="004826F6" w:rsidP="008C1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826F6" w:rsidRPr="008C100E" w:rsidRDefault="004826F6" w:rsidP="008C10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826F6" w:rsidRPr="00161E78" w:rsidRDefault="004826F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21 декабря 2015 год                                                                                      № 69</w:t>
      </w:r>
    </w:p>
    <w:p w:rsidR="004826F6" w:rsidRDefault="004826F6" w:rsidP="00385B24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4826F6" w:rsidRDefault="004826F6" w:rsidP="00385B24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:rsidR="004826F6" w:rsidRPr="00B1432E" w:rsidRDefault="004826F6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4826F6" w:rsidRPr="008C100E" w:rsidRDefault="004826F6" w:rsidP="008C100E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Белореченского района  на 2016 год </w:t>
      </w:r>
    </w:p>
    <w:p w:rsidR="004826F6" w:rsidRPr="00B1432E" w:rsidRDefault="004826F6" w:rsidP="00DD36E1">
      <w:pPr>
        <w:pStyle w:val="Heading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17 485 500,00 рублей;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17 485 500,00 рублей;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2017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4826F6" w:rsidRPr="0056026D" w:rsidRDefault="004826F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2016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2016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4826F6" w:rsidRDefault="00482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5. Установить, что добровольные взносы и пожертвования, поступившие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2016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2016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4826F6" w:rsidRPr="0056026D" w:rsidRDefault="004826F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36 000,00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826F6" w:rsidRDefault="004826F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26F6" w:rsidRDefault="004826F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 Принять к сведению, что не использованные по состоянию на 1 января 2016 года остатки межбюджетных трансфертов, полученные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4826F6" w:rsidRDefault="004826F6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83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1A7483">
        <w:rPr>
          <w:rFonts w:ascii="Times New Roman" w:hAnsi="Times New Roman" w:cs="Times New Roman"/>
          <w:sz w:val="28"/>
          <w:szCs w:val="28"/>
        </w:rPr>
        <w:t>остатки межбюджетных трансфертов,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в форме субсидий и иных межбюджетных трансфертов,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целевое назначение, не использованные 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A7483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1A7483">
        <w:rPr>
          <w:rFonts w:ascii="Times New Roman" w:hAnsi="Times New Roman" w:cs="Times New Roman"/>
          <w:sz w:val="28"/>
          <w:szCs w:val="28"/>
        </w:rPr>
        <w:t xml:space="preserve">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1A7483">
        <w:rPr>
          <w:rFonts w:ascii="Times New Roman" w:hAnsi="Times New Roman" w:cs="Times New Roman"/>
          <w:sz w:val="28"/>
          <w:szCs w:val="28"/>
        </w:rPr>
        <w:t>трансфертах в порядке, установленном министерством финансов Краснодарского края.</w:t>
      </w:r>
    </w:p>
    <w:p w:rsidR="004826F6" w:rsidRPr="001A7483" w:rsidRDefault="004826F6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2016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4826F6" w:rsidRDefault="004826F6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14.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4826F6" w:rsidRPr="00E15763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4826F6" w:rsidRPr="00035659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3 708 900,00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826F6" w:rsidRPr="00E80452" w:rsidRDefault="004826F6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16.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4826F6" w:rsidRPr="00E80452" w:rsidRDefault="004826F6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4826F6" w:rsidRDefault="004826F6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4826F6" w:rsidRPr="008F1DE8" w:rsidRDefault="004826F6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2016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Предусмотреть бюджетные ассигнования в целях повышения средней заработной платы отдельным категориям работников бюджетной сферы с 1 января 2016 года в соответствии с указами Президента Российской Федерации от 7 мая 2012 года </w:t>
      </w:r>
      <w:hyperlink r:id="rId13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 xml:space="preserve">"О мероприятиях по реализации государственной социальной политики", от 1 июня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"consultantplus://offline/ref=959A9ECFC9EB69AD12EFBA220E2AE75572FA6A8D6E9F9DAAC3E4E27651l3p4F"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761</w:t>
        </w:r>
      </w:hyperlink>
      <w:r w:rsidRPr="00372823">
        <w:rPr>
          <w:rFonts w:ascii="Times New Roman" w:hAnsi="Times New Roman" w:cs="Times New Roman"/>
          <w:sz w:val="28"/>
          <w:szCs w:val="28"/>
        </w:rPr>
        <w:t xml:space="preserve">"О Национальной стратегии действий в интересах детей на 2012 − 2017 годы" и от 28 декабря 2012 года </w:t>
      </w:r>
      <w:hyperlink r:id="rId15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"consultantplus://offline/ref=959A9ECFC9EB69AD12EFBA220E2AE75572FA6381669C9DAAC3E4E27651l3p4F"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1688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некоторых мерах по реализации государственной политики в сфере защиты детей-сирот и детей, оставшихся без попечения родителей".</w:t>
      </w:r>
    </w:p>
    <w:p w:rsidR="004826F6" w:rsidRPr="00D8186A" w:rsidRDefault="004826F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Школьненского сельского поселения Белореченского района</w:t>
      </w:r>
      <w:r w:rsidRPr="00D8186A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Школьненским сельским поселением Белореченского района.</w:t>
      </w:r>
      <w:r w:rsidRPr="00D8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6F6" w:rsidRPr="00D8186A" w:rsidRDefault="004826F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6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поселения Белореченского района.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2016 год согласно приложению 8 к настоящему решению.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7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2016 год согласно приложению 9 к настоящему решению.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2016 год в сумме 0,00 рублей.</w:t>
      </w:r>
    </w:p>
    <w:p w:rsidR="004826F6" w:rsidRPr="0056026D" w:rsidRDefault="004826F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 в составе расходов на обслуживание муниципального долга Школьненского сельского поселения Белореченского района в 2016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4826F6" w:rsidRDefault="004826F6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2016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4826F6" w:rsidRDefault="004826F6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4826F6" w:rsidRDefault="00482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4826F6" w:rsidRDefault="004826F6" w:rsidP="008C1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Настоящее решение вступает в силу с 1 января 2016 года. </w:t>
      </w:r>
    </w:p>
    <w:p w:rsidR="004826F6" w:rsidRDefault="004826F6" w:rsidP="008C1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26F6" w:rsidRDefault="004826F6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            Председатель Совета</w:t>
      </w:r>
    </w:p>
    <w:p w:rsidR="004826F6" w:rsidRDefault="004826F6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                                                  Школьненского сельского поселения</w:t>
      </w:r>
    </w:p>
    <w:p w:rsidR="004826F6" w:rsidRDefault="004826F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Белореченского района                                     </w:t>
      </w:r>
    </w:p>
    <w:p w:rsidR="004826F6" w:rsidRDefault="004826F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В.Н. Лантратов                                                      Н.В. Лавриненко</w:t>
      </w:r>
    </w:p>
    <w:p w:rsidR="004826F6" w:rsidRDefault="004826F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6F6" w:rsidRDefault="004826F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6F6" w:rsidRDefault="004826F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6F6" w:rsidRDefault="004826F6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4826F6" w:rsidSect="008C100E">
      <w:headerReference w:type="default" r:id="rId1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6F6" w:rsidRDefault="004826F6" w:rsidP="00622B51">
      <w:pPr>
        <w:spacing w:after="0" w:line="240" w:lineRule="auto"/>
      </w:pPr>
      <w:r>
        <w:separator/>
      </w:r>
    </w:p>
  </w:endnote>
  <w:endnote w:type="continuationSeparator" w:id="0">
    <w:p w:rsidR="004826F6" w:rsidRDefault="004826F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6F6" w:rsidRDefault="004826F6" w:rsidP="00622B51">
      <w:pPr>
        <w:spacing w:after="0" w:line="240" w:lineRule="auto"/>
      </w:pPr>
      <w:r>
        <w:separator/>
      </w:r>
    </w:p>
  </w:footnote>
  <w:footnote w:type="continuationSeparator" w:id="0">
    <w:p w:rsidR="004826F6" w:rsidRDefault="004826F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6F6" w:rsidRDefault="004826F6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4826F6" w:rsidRDefault="004826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35659"/>
    <w:rsid w:val="00065459"/>
    <w:rsid w:val="000D0552"/>
    <w:rsid w:val="001017FE"/>
    <w:rsid w:val="00161E78"/>
    <w:rsid w:val="001812D2"/>
    <w:rsid w:val="00191AF7"/>
    <w:rsid w:val="001A7483"/>
    <w:rsid w:val="001B52C5"/>
    <w:rsid w:val="00203FD5"/>
    <w:rsid w:val="00212994"/>
    <w:rsid w:val="00244863"/>
    <w:rsid w:val="002F2094"/>
    <w:rsid w:val="00334654"/>
    <w:rsid w:val="003406BF"/>
    <w:rsid w:val="0036355E"/>
    <w:rsid w:val="00372823"/>
    <w:rsid w:val="00385B24"/>
    <w:rsid w:val="003B5708"/>
    <w:rsid w:val="00401498"/>
    <w:rsid w:val="00425CFD"/>
    <w:rsid w:val="00453C75"/>
    <w:rsid w:val="004826F6"/>
    <w:rsid w:val="00485489"/>
    <w:rsid w:val="0049148D"/>
    <w:rsid w:val="004B1905"/>
    <w:rsid w:val="004C46B6"/>
    <w:rsid w:val="004F0FCC"/>
    <w:rsid w:val="0052417E"/>
    <w:rsid w:val="00541144"/>
    <w:rsid w:val="005469B3"/>
    <w:rsid w:val="00551489"/>
    <w:rsid w:val="0056026D"/>
    <w:rsid w:val="005776B3"/>
    <w:rsid w:val="005C573F"/>
    <w:rsid w:val="00622B51"/>
    <w:rsid w:val="00633D68"/>
    <w:rsid w:val="00642F9E"/>
    <w:rsid w:val="00657495"/>
    <w:rsid w:val="006711B2"/>
    <w:rsid w:val="006E2965"/>
    <w:rsid w:val="006E5DDE"/>
    <w:rsid w:val="006F4613"/>
    <w:rsid w:val="006F4CA7"/>
    <w:rsid w:val="0079072F"/>
    <w:rsid w:val="007A5137"/>
    <w:rsid w:val="007A6A15"/>
    <w:rsid w:val="008042B1"/>
    <w:rsid w:val="00811BCB"/>
    <w:rsid w:val="00822C94"/>
    <w:rsid w:val="0082327B"/>
    <w:rsid w:val="00852867"/>
    <w:rsid w:val="00861B24"/>
    <w:rsid w:val="00867F16"/>
    <w:rsid w:val="0089226F"/>
    <w:rsid w:val="008C100E"/>
    <w:rsid w:val="008C61A9"/>
    <w:rsid w:val="008F1DE8"/>
    <w:rsid w:val="00942409"/>
    <w:rsid w:val="00B1432E"/>
    <w:rsid w:val="00B24C27"/>
    <w:rsid w:val="00B31492"/>
    <w:rsid w:val="00B51942"/>
    <w:rsid w:val="00BA7A27"/>
    <w:rsid w:val="00BB2AD8"/>
    <w:rsid w:val="00BC0920"/>
    <w:rsid w:val="00CA69FE"/>
    <w:rsid w:val="00CD738B"/>
    <w:rsid w:val="00D043C0"/>
    <w:rsid w:val="00D344B1"/>
    <w:rsid w:val="00D35B01"/>
    <w:rsid w:val="00D56985"/>
    <w:rsid w:val="00D61532"/>
    <w:rsid w:val="00D75E75"/>
    <w:rsid w:val="00D8186A"/>
    <w:rsid w:val="00D91A8C"/>
    <w:rsid w:val="00DC6176"/>
    <w:rsid w:val="00DC7343"/>
    <w:rsid w:val="00DD36E1"/>
    <w:rsid w:val="00DD5EF6"/>
    <w:rsid w:val="00E007DB"/>
    <w:rsid w:val="00E15763"/>
    <w:rsid w:val="00E80452"/>
    <w:rsid w:val="00EF127F"/>
    <w:rsid w:val="00EF1506"/>
    <w:rsid w:val="00F13D70"/>
    <w:rsid w:val="00F7393D"/>
    <w:rsid w:val="00F97390"/>
    <w:rsid w:val="00FA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5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22B51"/>
  </w:style>
  <w:style w:type="paragraph" w:styleId="Footer">
    <w:name w:val="footer"/>
    <w:basedOn w:val="Normal"/>
    <w:link w:val="FooterChar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B51"/>
  </w:style>
  <w:style w:type="paragraph" w:styleId="BalloonText">
    <w:name w:val="Balloon Text"/>
    <w:basedOn w:val="Normal"/>
    <w:link w:val="BalloonTextChar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BA220E2AE75572FB638B6B9D9DAAC3E4E27651l3p4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BA220E2AE75572FA6381669C9DAAC3E4E27651l3p4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A6A8D6E9F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357</TotalTime>
  <Pages>5</Pages>
  <Words>2289</Words>
  <Characters>13050</Characters>
  <Application>Microsoft Office Outlook</Application>
  <DocSecurity>0</DocSecurity>
  <Lines>0</Lines>
  <Paragraphs>0</Paragraphs>
  <ScaleCrop>false</ScaleCrop>
  <Company>msi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23</cp:revision>
  <cp:lastPrinted>2015-11-27T05:41:00Z</cp:lastPrinted>
  <dcterms:created xsi:type="dcterms:W3CDTF">2015-11-03T11:28:00Z</dcterms:created>
  <dcterms:modified xsi:type="dcterms:W3CDTF">2015-12-22T05:50:00Z</dcterms:modified>
</cp:coreProperties>
</file>